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00786">
        <w:rPr>
          <w:rFonts w:ascii="Corbel" w:hAnsi="Corbel"/>
          <w:i/>
          <w:smallCaps/>
          <w:sz w:val="24"/>
          <w:szCs w:val="24"/>
        </w:rPr>
        <w:t>202</w:t>
      </w:r>
      <w:r w:rsidR="0053451E">
        <w:rPr>
          <w:rFonts w:ascii="Corbel" w:hAnsi="Corbel"/>
          <w:i/>
          <w:smallCaps/>
          <w:sz w:val="24"/>
          <w:szCs w:val="24"/>
        </w:rPr>
        <w:t>1</w:t>
      </w:r>
      <w:r w:rsidR="00500786">
        <w:rPr>
          <w:rFonts w:ascii="Corbel" w:hAnsi="Corbel"/>
          <w:i/>
          <w:smallCaps/>
          <w:sz w:val="24"/>
          <w:szCs w:val="24"/>
        </w:rPr>
        <w:t>/202</w:t>
      </w:r>
      <w:r w:rsidR="0053451E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00786">
        <w:rPr>
          <w:rFonts w:ascii="Corbel" w:hAnsi="Corbel"/>
          <w:sz w:val="20"/>
          <w:szCs w:val="20"/>
        </w:rPr>
        <w:t>ok akademicki 202</w:t>
      </w:r>
      <w:r w:rsidR="0053451E">
        <w:rPr>
          <w:rFonts w:ascii="Corbel" w:hAnsi="Corbel"/>
          <w:sz w:val="20"/>
          <w:szCs w:val="20"/>
        </w:rPr>
        <w:t>2</w:t>
      </w:r>
      <w:r w:rsidR="001176FF">
        <w:rPr>
          <w:rFonts w:ascii="Corbel" w:hAnsi="Corbel"/>
          <w:sz w:val="20"/>
          <w:szCs w:val="20"/>
        </w:rPr>
        <w:t>/202</w:t>
      </w:r>
      <w:r w:rsidR="0053451E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6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6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4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51B7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D6720E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:rsidTr="00D6720E">
        <w:tc>
          <w:tcPr>
            <w:tcW w:w="2694" w:type="dxa"/>
            <w:vAlign w:val="center"/>
          </w:tcPr>
          <w:p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6720E" w:rsidRPr="009C54AE" w:rsidTr="00D6720E">
        <w:tc>
          <w:tcPr>
            <w:tcW w:w="2694" w:type="dxa"/>
            <w:vAlign w:val="center"/>
          </w:tcPr>
          <w:p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i 4</w:t>
            </w:r>
            <w:r w:rsidR="00D672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47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47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92318" w:rsidRPr="009C54AE" w:rsidRDefault="0099231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Przygotowanie do prawidłowego sposobu gromadzenia dokumentacji z przebiegu procesu diagnostycznego, do współpracy z instytucjami pomocowymi i zespołami </w:t>
            </w:r>
            <w:proofErr w:type="spellStart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interdycyplinarnymi</w:t>
            </w:r>
            <w:proofErr w:type="spellEnd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 oraz do samorozwoju.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DB1E3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C700C" w:rsidRPr="00392F6A" w:rsidRDefault="00992318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Z</w:t>
            </w:r>
            <w:r w:rsidR="007C700C"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723E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Pojęcia związane z procesem diagnostycznym, sposoby diagnozowania, </w:t>
            </w:r>
            <w:r w:rsidRPr="00041BA1">
              <w:rPr>
                <w:rFonts w:ascii="Corbel" w:hAnsi="Corbel"/>
                <w:sz w:val="24"/>
                <w:szCs w:val="24"/>
              </w:rPr>
              <w:lastRenderedPageBreak/>
              <w:t>zakres i ogólne etapy postępowania diagnostycznego.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lastRenderedPageBreak/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rozwój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Diagnoza pedagogiczna w pracy opiekuńczo-wycho</w:t>
            </w:r>
            <w:r>
              <w:rPr>
                <w:rFonts w:ascii="Corbel" w:hAnsi="Corbel"/>
                <w:sz w:val="24"/>
                <w:szCs w:val="24"/>
              </w:rPr>
              <w:t>wawczej. Diagnozowanie potrzeb.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Studium indywidualnych przypadków – opis i przykłady.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Metodologiczne podstawy diagnozy pedagogicznej.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Metody, techniki i narzędzia wykorzystywane w diagnozowaniu pedagogicznym.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drugi: </w:t>
            </w:r>
            <w:r w:rsidRPr="00041BA1">
              <w:rPr>
                <w:rFonts w:ascii="Corbel" w:hAnsi="Corbel"/>
                <w:sz w:val="24"/>
                <w:szCs w:val="24"/>
              </w:rPr>
              <w:t>Diagnozowanie w działalności pedagogicznej. Diagnoza edukacyjna.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Diagnoza środowiska wychowawczego rodziny.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Diagnozowanie agresji i przemocy w życiu dziecka.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Diagnostyczna działalność pedagoga szkolnego.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Diagnozowanie zaburzeń</w:t>
            </w:r>
            <w:r>
              <w:rPr>
                <w:rFonts w:ascii="Corbel" w:hAnsi="Corbel"/>
                <w:sz w:val="24"/>
                <w:szCs w:val="24"/>
              </w:rPr>
              <w:t xml:space="preserve"> zachowania, wskaźniki.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Pr="00041BA1">
              <w:rPr>
                <w:rFonts w:ascii="Corbel" w:hAnsi="Corbel"/>
                <w:sz w:val="24"/>
                <w:szCs w:val="24"/>
              </w:rPr>
              <w:t>niedostosowania społecznego i zagrożenia nie</w:t>
            </w:r>
            <w:r>
              <w:rPr>
                <w:rFonts w:ascii="Corbel" w:hAnsi="Corbel"/>
                <w:sz w:val="24"/>
                <w:szCs w:val="24"/>
              </w:rPr>
              <w:t>dostosowaniem oraz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trudności wychowawczych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umiejętności komunikacyjnych i innych umiejętności społecznych.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E6F2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Przedstawiciele: Radlińska, Korczak, Kamiński,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Han-Ilgiewicz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inni.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 xml:space="preserve">wskaźniki,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Pakiety i teczki diagnostyczne, groma</w:t>
            </w:r>
            <w:r>
              <w:rPr>
                <w:rFonts w:ascii="Corbel" w:hAnsi="Corbel"/>
                <w:sz w:val="24"/>
                <w:szCs w:val="24"/>
              </w:rPr>
              <w:t>dzenie narzędzi diagnostycznych, konstruowanie narzędzi dotyczących różnych problemów edukacyjnych. Kolokwium.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Semestr drugi: Analiza wybranych przykładów badań diagnostycznych. Ewaluacja i projektowanie pedagogiczne.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Projektowanie i przeprowadzenie badania o charakterze diagnostycznym oraz dokonanie analizy uzyskanych wyników wraz z ich prezentacją. Etapy, tabele, wykresy, interpretacje 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edukacyjne, wychowawcze, opiekuńcze.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szkolnej, przystosowania do warunków szkolnych, funkcjonowania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różnych rolach.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Diagnoza specyficznych </w:t>
            </w:r>
            <w:r w:rsidRPr="00041BA1">
              <w:rPr>
                <w:rFonts w:ascii="Corbel" w:hAnsi="Corbel"/>
                <w:sz w:val="24"/>
                <w:szCs w:val="24"/>
              </w:rPr>
              <w:t>trudności w uczeniu się.</w:t>
            </w:r>
            <w:r>
              <w:rPr>
                <w:rFonts w:ascii="Corbel" w:hAnsi="Corbel"/>
                <w:sz w:val="24"/>
                <w:szCs w:val="24"/>
              </w:rPr>
              <w:t xml:space="preserve"> Diagnozowanie środowiska szkolnego.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Kształtowanie umiejętności i kompetencji nauczyciela diagnosty.</w:t>
            </w:r>
            <w:r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7C70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1DE3" w:rsidRPr="00041BA1" w:rsidRDefault="00551DE3" w:rsidP="00392F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testowy, warunkiem otrzymania pozytywnej oceny jest uzyskanie, co najmniej 51% maksymalnej liczby punków.</w:t>
            </w:r>
          </w:p>
          <w:p w:rsidR="00551DE3" w:rsidRPr="00041BA1" w:rsidRDefault="00551DE3" w:rsidP="00551D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:rsidR="0085747A" w:rsidRPr="009C54AE" w:rsidRDefault="00551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ćwiczeń z oceną - systematyczne przygotowywanie się do ćwiczeń sprawdzane w formie tzw. wejściówek, aktywny merytorycznie udział w zajęciach, znajomość literatury zalecanej na zajęcia, przeprowadzenie badań diagnostycznych oraz napisaniu pracy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05321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532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5321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647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923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532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5321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05321D" w:rsidRDefault="00C61DC5" w:rsidP="00D4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455B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5321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:rsidR="00C61DC5" w:rsidRPr="009C54AE" w:rsidRDefault="00992318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(red.) U Gruca-</w:t>
            </w: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, Rzeszów 2016. </w:t>
            </w:r>
          </w:p>
          <w:p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 </w:t>
            </w:r>
            <w:r>
              <w:rPr>
                <w:rFonts w:ascii="Corbel" w:hAnsi="Corbel" w:cs="Calibri"/>
                <w:sz w:val="24"/>
                <w:szCs w:val="24"/>
              </w:rPr>
              <w:t>-</w:t>
            </w:r>
            <w:proofErr w:type="spellStart"/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U.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Pr="00041BA1">
              <w:rPr>
                <w:rFonts w:ascii="Corbel" w:hAnsi="Corbel" w:cs="Calibri"/>
                <w:sz w:val="24"/>
                <w:szCs w:val="24"/>
              </w:rPr>
              <w:t>red.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T. Pilch, Warszawa 2006.</w:t>
            </w:r>
          </w:p>
          <w:p w:rsidR="005358F0" w:rsidRPr="00041BA1" w:rsidRDefault="005358F0" w:rsidP="005358F0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Gruca-</w:t>
            </w:r>
            <w:proofErr w:type="spellStart"/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proofErr w:type="spellEnd"/>
            <w:r w:rsidRPr="00041BA1">
              <w:rPr>
                <w:rFonts w:ascii="Corbel" w:hAnsi="Corbel" w:cs="Calibri"/>
                <w:sz w:val="24"/>
                <w:szCs w:val="24"/>
              </w:rPr>
              <w:t xml:space="preserve">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</w:p>
          <w:p w:rsidR="005358F0" w:rsidRPr="00041BA1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Hamer</w:t>
            </w:r>
            <w:r>
              <w:rPr>
                <w:rFonts w:ascii="Corbel" w:hAnsi="Corbel" w:cs="Calibri"/>
                <w:sz w:val="24"/>
                <w:szCs w:val="24"/>
              </w:rPr>
              <w:t xml:space="preserve"> H.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Rozwój umiejętności społecznych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Pr="00041BA1">
              <w:rPr>
                <w:rFonts w:ascii="Corbel" w:hAnsi="Corbel" w:cs="Calibri"/>
                <w:sz w:val="24"/>
                <w:szCs w:val="24"/>
              </w:rPr>
              <w:t>Veda</w:t>
            </w:r>
            <w:proofErr w:type="spellEnd"/>
            <w:r w:rsidRPr="00041BA1">
              <w:rPr>
                <w:rFonts w:ascii="Corbel" w:hAnsi="Corbel" w:cs="Calibri"/>
                <w:sz w:val="24"/>
                <w:szCs w:val="24"/>
              </w:rPr>
              <w:t>, Warszawa 1999.</w:t>
            </w:r>
          </w:p>
          <w:p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>
              <w:rPr>
                <w:rFonts w:ascii="Corbel" w:hAnsi="Corbel" w:cs="Calibri"/>
                <w:sz w:val="24"/>
                <w:szCs w:val="24"/>
              </w:rPr>
              <w:t>o</w:t>
            </w:r>
            <w:proofErr w:type="spellEnd"/>
            <w:r w:rsidR="00811FEA">
              <w:rPr>
                <w:rFonts w:ascii="Corbel" w:hAnsi="Corbel" w:cs="Calibri"/>
                <w:sz w:val="24"/>
                <w:szCs w:val="24"/>
              </w:rPr>
              <w:t xml:space="preserve"> B</w:t>
            </w:r>
            <w:r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Obuchowki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K.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811FEA" w:rsidRPr="00041BA1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B.,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:rsidR="005358F0" w:rsidRPr="0035409D" w:rsidRDefault="0035409D" w:rsidP="0035409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Składanowski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:rsidR="00AF5984" w:rsidRDefault="00AF5984" w:rsidP="00AF5984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:rsidR="00AF5984" w:rsidRPr="00C07DA6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Deptuła M., </w:t>
            </w:r>
            <w:r w:rsidRPr="0041116B">
              <w:rPr>
                <w:rFonts w:ascii="Corbel" w:hAnsi="Corbel" w:cs="Calibri"/>
                <w:i/>
                <w:sz w:val="24"/>
                <w:szCs w:val="24"/>
              </w:rPr>
              <w:t>Szanse rozwoj</w:t>
            </w:r>
            <w:r w:rsidR="0035409D" w:rsidRPr="0041116B">
              <w:rPr>
                <w:rFonts w:ascii="Corbel" w:hAnsi="Corbel" w:cs="Calibri"/>
                <w:i/>
                <w:sz w:val="24"/>
                <w:szCs w:val="24"/>
              </w:rPr>
              <w:t>u psychospołecznego dzieci</w:t>
            </w:r>
            <w:r w:rsidR="0035409D"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Bydgoszcz 1997.</w:t>
            </w: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Katowice 2002.</w:t>
            </w: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:rsidR="00CA23A3" w:rsidRPr="00460355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Pilch T. Bauman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:rsidR="00CA23A3" w:rsidRPr="00C07DA6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041BA1">
              <w:rPr>
                <w:rFonts w:ascii="Corbel" w:hAnsi="Corbel" w:cs="Calibri"/>
                <w:sz w:val="24"/>
                <w:szCs w:val="24"/>
              </w:rPr>
              <w:t>Radochoński</w:t>
            </w:r>
            <w:proofErr w:type="spellEnd"/>
            <w:r w:rsidRPr="00041BA1">
              <w:rPr>
                <w:rFonts w:ascii="Corbel" w:hAnsi="Corbel" w:cs="Calibri"/>
                <w:sz w:val="24"/>
                <w:szCs w:val="24"/>
              </w:rPr>
              <w:t xml:space="preserve"> M.,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314" w:rsidRDefault="00385314" w:rsidP="00C16ABF">
      <w:pPr>
        <w:spacing w:after="0" w:line="240" w:lineRule="auto"/>
      </w:pPr>
      <w:r>
        <w:separator/>
      </w:r>
    </w:p>
  </w:endnote>
  <w:endnote w:type="continuationSeparator" w:id="0">
    <w:p w:rsidR="00385314" w:rsidRDefault="003853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314" w:rsidRDefault="00385314" w:rsidP="00C16ABF">
      <w:pPr>
        <w:spacing w:after="0" w:line="240" w:lineRule="auto"/>
      </w:pPr>
      <w:r>
        <w:separator/>
      </w:r>
    </w:p>
  </w:footnote>
  <w:footnote w:type="continuationSeparator" w:id="0">
    <w:p w:rsidR="00385314" w:rsidRDefault="0038531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6BC"/>
    <w:rsid w:val="00042A51"/>
    <w:rsid w:val="00042D2E"/>
    <w:rsid w:val="00044C82"/>
    <w:rsid w:val="0005321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4BA"/>
    <w:rsid w:val="001176F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2F37"/>
    <w:rsid w:val="001A70D2"/>
    <w:rsid w:val="001D465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A5C"/>
    <w:rsid w:val="003530DD"/>
    <w:rsid w:val="0035409D"/>
    <w:rsid w:val="00363F78"/>
    <w:rsid w:val="003647D1"/>
    <w:rsid w:val="00385314"/>
    <w:rsid w:val="00392F6A"/>
    <w:rsid w:val="003A0A5B"/>
    <w:rsid w:val="003A1176"/>
    <w:rsid w:val="003A7F3C"/>
    <w:rsid w:val="003C0BAE"/>
    <w:rsid w:val="003D18A9"/>
    <w:rsid w:val="003D6CE2"/>
    <w:rsid w:val="003E1941"/>
    <w:rsid w:val="003E2FE6"/>
    <w:rsid w:val="003E49D5"/>
    <w:rsid w:val="003F38C0"/>
    <w:rsid w:val="0041116B"/>
    <w:rsid w:val="00414E3C"/>
    <w:rsid w:val="00416D27"/>
    <w:rsid w:val="0042244A"/>
    <w:rsid w:val="0042745A"/>
    <w:rsid w:val="00431D5C"/>
    <w:rsid w:val="004362C6"/>
    <w:rsid w:val="004379BB"/>
    <w:rsid w:val="00437FA2"/>
    <w:rsid w:val="00445970"/>
    <w:rsid w:val="0045729E"/>
    <w:rsid w:val="00461EFC"/>
    <w:rsid w:val="0046385A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DE0"/>
    <w:rsid w:val="00500786"/>
    <w:rsid w:val="0050496F"/>
    <w:rsid w:val="00513B6F"/>
    <w:rsid w:val="00517C63"/>
    <w:rsid w:val="00526C94"/>
    <w:rsid w:val="005342C1"/>
    <w:rsid w:val="0053451E"/>
    <w:rsid w:val="005358F0"/>
    <w:rsid w:val="005363C4"/>
    <w:rsid w:val="00536BDE"/>
    <w:rsid w:val="00543ACC"/>
    <w:rsid w:val="00551DE3"/>
    <w:rsid w:val="0056696D"/>
    <w:rsid w:val="00573EF9"/>
    <w:rsid w:val="0059484D"/>
    <w:rsid w:val="005975D7"/>
    <w:rsid w:val="005A0855"/>
    <w:rsid w:val="005A3196"/>
    <w:rsid w:val="005A401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AF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0C"/>
    <w:rsid w:val="007D6E56"/>
    <w:rsid w:val="007F1652"/>
    <w:rsid w:val="007F4155"/>
    <w:rsid w:val="00811FEA"/>
    <w:rsid w:val="0081554D"/>
    <w:rsid w:val="0081707E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379D"/>
    <w:rsid w:val="008C5147"/>
    <w:rsid w:val="008C5359"/>
    <w:rsid w:val="008C5363"/>
    <w:rsid w:val="008C6B5B"/>
    <w:rsid w:val="008D3DFB"/>
    <w:rsid w:val="008E5F9C"/>
    <w:rsid w:val="008E64F4"/>
    <w:rsid w:val="008F12C9"/>
    <w:rsid w:val="008F6E29"/>
    <w:rsid w:val="00912F24"/>
    <w:rsid w:val="00916188"/>
    <w:rsid w:val="00923D7D"/>
    <w:rsid w:val="009508DF"/>
    <w:rsid w:val="00950DAC"/>
    <w:rsid w:val="00954A07"/>
    <w:rsid w:val="0097285E"/>
    <w:rsid w:val="00992318"/>
    <w:rsid w:val="00994FE3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568D0"/>
    <w:rsid w:val="00B607DB"/>
    <w:rsid w:val="00B6423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7E92"/>
    <w:rsid w:val="00C70A26"/>
    <w:rsid w:val="00C766DF"/>
    <w:rsid w:val="00C94B98"/>
    <w:rsid w:val="00CA23A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5BD"/>
    <w:rsid w:val="00D552B2"/>
    <w:rsid w:val="00D608D1"/>
    <w:rsid w:val="00D6720E"/>
    <w:rsid w:val="00D74119"/>
    <w:rsid w:val="00D8075B"/>
    <w:rsid w:val="00D8678B"/>
    <w:rsid w:val="00D93843"/>
    <w:rsid w:val="00DA2114"/>
    <w:rsid w:val="00DB1E3A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47203"/>
    <w:rsid w:val="00E51E44"/>
    <w:rsid w:val="00E63348"/>
    <w:rsid w:val="00E77E88"/>
    <w:rsid w:val="00E8107D"/>
    <w:rsid w:val="00E960BB"/>
    <w:rsid w:val="00EA2074"/>
    <w:rsid w:val="00EA4832"/>
    <w:rsid w:val="00EA4E9D"/>
    <w:rsid w:val="00EB55F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4700"/>
    <w:rsid w:val="00FB7DBA"/>
    <w:rsid w:val="00FC1C25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FFDEB-BF01-4DE8-973A-CBBCB95A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1420</Words>
  <Characters>8520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2020-01-14T10:25:00Z</cp:lastPrinted>
  <dcterms:created xsi:type="dcterms:W3CDTF">2019-11-12T13:31:00Z</dcterms:created>
  <dcterms:modified xsi:type="dcterms:W3CDTF">2021-09-24T10:55:00Z</dcterms:modified>
</cp:coreProperties>
</file>